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3B90AD9C" w:rsidR="00F422D3" w:rsidRDefault="00F422D3" w:rsidP="00B42F40">
      <w:pPr>
        <w:pStyle w:val="Titul2"/>
      </w:pPr>
      <w:r>
        <w:t>Název zakázky: „</w:t>
      </w:r>
      <w:r w:rsidR="00A16722">
        <w:t>Stroj pro ořez větví na dvoucestné rypadlo Liebherr 922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Pr="00A16722" w:rsidRDefault="00AF2741" w:rsidP="00AF2741">
      <w:pPr>
        <w:pStyle w:val="Textbezodsazen"/>
        <w:spacing w:after="0"/>
      </w:pPr>
      <w:r w:rsidRPr="00A16722">
        <w:t xml:space="preserve">zastoupena: Ing. Jiří Macho, ředitel Oblastního ředitelství Ostrava na základě </w:t>
      </w:r>
    </w:p>
    <w:p w14:paraId="13625371" w14:textId="2516ED71" w:rsidR="00D32554" w:rsidRPr="00AF2741" w:rsidRDefault="00AF2741" w:rsidP="00AF2741">
      <w:pPr>
        <w:pStyle w:val="Textbezodsazen"/>
      </w:pPr>
      <w:r w:rsidRPr="00A16722">
        <w:t xml:space="preserve">pověření č. </w:t>
      </w:r>
      <w:r w:rsidR="0010127F" w:rsidRPr="00A16722">
        <w:t>3146</w:t>
      </w:r>
      <w:r w:rsidRPr="00A16722">
        <w:t xml:space="preserve"> ze dne </w:t>
      </w:r>
      <w:r w:rsidR="0010127F" w:rsidRPr="00A16722">
        <w:t>15</w:t>
      </w:r>
      <w:r w:rsidRPr="00A16722">
        <w:t xml:space="preserve">. </w:t>
      </w:r>
      <w:r w:rsidR="0010127F" w:rsidRPr="00A16722">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6D2AC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5FB637B1" w:rsidR="00F422D3" w:rsidRPr="00615D83" w:rsidRDefault="00615D83" w:rsidP="00AF2741">
      <w:pPr>
        <w:pStyle w:val="Textbezodsazen"/>
        <w:spacing w:after="0"/>
        <w:rPr>
          <w:bCs/>
        </w:rPr>
      </w:pPr>
      <w:r w:rsidRPr="00615D83">
        <w:rPr>
          <w:bCs/>
        </w:rPr>
        <w:t xml:space="preserve">číslo ISPROFOND: </w:t>
      </w:r>
      <w:r w:rsidR="00F422D3" w:rsidRPr="00615D83">
        <w:rPr>
          <w:bCs/>
        </w:rPr>
        <w:t xml:space="preserve"> </w:t>
      </w:r>
      <w:r w:rsidRPr="00611DEA">
        <w:rPr>
          <w:b/>
          <w:highlight w:val="lightGray"/>
        </w:rPr>
        <w:t xml:space="preserve">"[VLOŽÍ </w:t>
      </w:r>
      <w:r>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77777777" w:rsidR="001E44D1" w:rsidRPr="00B42F40" w:rsidRDefault="001E44D1" w:rsidP="001E44D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63BA3DA6"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A16722">
        <w:rPr>
          <w:b/>
          <w:color w:val="000000"/>
        </w:rPr>
        <w:t>Stroj pro ořez větví na dvoucestné rypadlo Liebherr 922</w:t>
      </w:r>
      <w:r w:rsidRPr="00F73272">
        <w:rPr>
          <w:lang w:eastAsia="cs-CZ"/>
        </w:rPr>
        <w:t>“, ev. č. veřejné zakázky zadavatele</w:t>
      </w:r>
      <w:r w:rsidRPr="00A16722">
        <w:rPr>
          <w:lang w:eastAsia="cs-CZ"/>
        </w:rPr>
        <w:t xml:space="preserve">: </w:t>
      </w:r>
      <w:r w:rsidRPr="00A16722">
        <w:rPr>
          <w:b/>
          <w:lang w:eastAsia="cs-CZ"/>
        </w:rPr>
        <w:t>635</w:t>
      </w:r>
      <w:r w:rsidR="00A16722" w:rsidRPr="00A16722">
        <w:rPr>
          <w:b/>
          <w:lang w:eastAsia="cs-CZ"/>
        </w:rPr>
        <w:t>24054</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10CC8BE5" w:rsidR="00F24489" w:rsidRPr="005E4DB2" w:rsidRDefault="00615D83" w:rsidP="00F24489">
      <w:pPr>
        <w:pStyle w:val="Text1-1"/>
      </w:pPr>
      <w:r w:rsidRPr="005E4DB2">
        <w:t xml:space="preserve">Předmětem koupě je </w:t>
      </w:r>
      <w:r w:rsidR="00A16722" w:rsidRPr="005E4DB2">
        <w:t>1 ks hydraulické pily pro ořez větví</w:t>
      </w:r>
      <w:r w:rsidR="005E4DB2" w:rsidRPr="005E4DB2">
        <w:t xml:space="preserve"> </w:t>
      </w:r>
      <w:r w:rsidR="00A16722" w:rsidRPr="005E4DB2">
        <w:t xml:space="preserve">na </w:t>
      </w:r>
      <w:r w:rsidR="00712DA6" w:rsidRPr="005E4DB2">
        <w:t xml:space="preserve">dvoucestné rypadlo Liebherr 922 </w:t>
      </w:r>
      <w:r w:rsidR="00712DA6" w:rsidRPr="00121A98">
        <w:t>včetně příslušenství</w:t>
      </w:r>
      <w:r w:rsidR="004675D9">
        <w:t>, pro zajištění údržby železniční dopravní infrastruktury Kupujícího</w:t>
      </w:r>
      <w:r w:rsidRPr="005E4DB2">
        <w:t xml:space="preserve"> </w:t>
      </w:r>
      <w:r w:rsidR="00F24489" w:rsidRPr="005E4DB2">
        <w:t>(dále jen „</w:t>
      </w:r>
      <w:r w:rsidRPr="005E4DB2">
        <w:rPr>
          <w:b/>
          <w:bCs/>
        </w:rPr>
        <w:t>Předmět koupě</w:t>
      </w:r>
      <w:r w:rsidR="00F24489" w:rsidRPr="005E4DB2">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55B11355" w14:textId="06952308" w:rsidR="00121A98" w:rsidRDefault="00121A98" w:rsidP="00FB565A">
      <w:pPr>
        <w:pStyle w:val="Text1-2"/>
      </w:pPr>
      <w:r>
        <w:t xml:space="preserve">kompletace a zprovoznění </w:t>
      </w:r>
      <w:r w:rsidR="00071645">
        <w:t xml:space="preserve">Předmětu koupě s nosičem </w:t>
      </w:r>
      <w:r>
        <w:t>v Místě plnění.</w:t>
      </w:r>
    </w:p>
    <w:p w14:paraId="34FB1CAE" w14:textId="50AA975E" w:rsidR="00FB565A" w:rsidRPr="00121A98" w:rsidRDefault="00712DA6" w:rsidP="00FB565A">
      <w:pPr>
        <w:pStyle w:val="Text1-2"/>
      </w:pPr>
      <w:r w:rsidRPr="00121A98">
        <w:rPr>
          <w:lang w:eastAsia="cs-CZ"/>
        </w:rPr>
        <w:t>zaškolení obsluhy</w:t>
      </w:r>
      <w:r w:rsidR="004675D9">
        <w:rPr>
          <w:lang w:eastAsia="cs-CZ"/>
        </w:rPr>
        <w:t xml:space="preserve"> </w:t>
      </w:r>
      <w:r w:rsidR="004675D9" w:rsidRPr="0022163E">
        <w:rPr>
          <w:lang w:eastAsia="cs-CZ"/>
        </w:rPr>
        <w:t>pro bezpečnou obsluhu a údržbu Předmětu koupě</w:t>
      </w:r>
      <w:r w:rsidR="00121A98">
        <w:rPr>
          <w:lang w:eastAsia="cs-CZ"/>
        </w:rPr>
        <w:t>.</w:t>
      </w:r>
    </w:p>
    <w:p w14:paraId="6937ABB3" w14:textId="5538E865" w:rsidR="00FB565A" w:rsidRPr="00712DA6" w:rsidRDefault="00712DA6" w:rsidP="00FB565A">
      <w:pPr>
        <w:pStyle w:val="Text1-2"/>
      </w:pPr>
      <w:r w:rsidRPr="00712DA6">
        <w:rPr>
          <w:lang w:eastAsia="cs-CZ"/>
        </w:rPr>
        <w:t>vyhotovení a předání příslušných Dokladů</w:t>
      </w:r>
      <w:r w:rsidR="00121A98">
        <w:rPr>
          <w:lang w:eastAsia="cs-CZ"/>
        </w:rPr>
        <w:t>.</w:t>
      </w:r>
    </w:p>
    <w:p w14:paraId="04CBC914" w14:textId="77656A84" w:rsidR="00106B57" w:rsidRPr="00712DA6" w:rsidRDefault="00712DA6" w:rsidP="00106B57">
      <w:pPr>
        <w:pStyle w:val="Text1-2"/>
      </w:pPr>
      <w:r w:rsidRPr="00712DA6">
        <w:rPr>
          <w:lang w:eastAsia="cs-CZ"/>
        </w:rPr>
        <w:t>doprava Předmětu koupě do Místa plnění, včetně vykládky.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0F1D9FBD" w:rsidR="00454369" w:rsidRPr="00712DA6" w:rsidRDefault="00712DA6" w:rsidP="00FB565A">
      <w:pPr>
        <w:pStyle w:val="Text1-1"/>
        <w:rPr>
          <w:lang w:eastAsia="cs-CZ"/>
        </w:rPr>
      </w:pPr>
      <w:r w:rsidRPr="00712DA6">
        <w:rPr>
          <w:lang w:eastAsia="cs-CZ"/>
        </w:rPr>
        <w:t>Neobsazeno</w:t>
      </w:r>
      <w:r w:rsidR="00454369" w:rsidRPr="00712DA6">
        <w:t>.</w:t>
      </w:r>
    </w:p>
    <w:p w14:paraId="1AD37E7C" w14:textId="6BF396D0" w:rsidR="00454369" w:rsidRPr="00712DA6" w:rsidRDefault="00FB565A" w:rsidP="00FB565A">
      <w:pPr>
        <w:pStyle w:val="Text1-1"/>
        <w:rPr>
          <w:lang w:eastAsia="cs-CZ"/>
        </w:rPr>
      </w:pPr>
      <w:r w:rsidRPr="00712DA6">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712DA6">
        <w:rPr>
          <w:lang w:eastAsia="cs-CZ"/>
        </w:rPr>
        <w:t>3</w:t>
      </w:r>
      <w:r w:rsidRPr="00712DA6">
        <w:rPr>
          <w:lang w:eastAsia="cs-CZ"/>
        </w:rPr>
        <w:t xml:space="preserve">, odst. </w:t>
      </w:r>
      <w:r w:rsidR="00F34FAC" w:rsidRPr="00712DA6">
        <w:rPr>
          <w:lang w:eastAsia="cs-CZ"/>
        </w:rPr>
        <w:t>3</w:t>
      </w:r>
      <w:r w:rsidRPr="00712DA6">
        <w:rPr>
          <w:lang w:eastAsia="cs-CZ"/>
        </w:rPr>
        <w:t xml:space="preserve">.1 této Smlouvy. Předání a převzetí Předmětu koupě bude stvrzeno oběma Smluvními stranami podpisem Předávacího protokolu (dodacího listu). </w:t>
      </w:r>
    </w:p>
    <w:p w14:paraId="35CD592B" w14:textId="6BBCC29C" w:rsidR="00FB565A" w:rsidRPr="00712DA6" w:rsidRDefault="00712DA6" w:rsidP="00FB565A">
      <w:pPr>
        <w:pStyle w:val="Text1-1"/>
        <w:rPr>
          <w:lang w:eastAsia="cs-CZ"/>
        </w:rPr>
      </w:pPr>
      <w:r w:rsidRPr="00712DA6">
        <w:rPr>
          <w:lang w:eastAsia="cs-CZ"/>
        </w:rPr>
        <w:t>Neobsazeno</w:t>
      </w:r>
      <w:r w:rsidR="00121A98">
        <w:rPr>
          <w:lang w:eastAsia="cs-CZ"/>
        </w:rPr>
        <w:t>.</w:t>
      </w:r>
      <w:r w:rsidR="00454369" w:rsidRPr="00712DA6">
        <w:rPr>
          <w:lang w:eastAsia="cs-CZ"/>
        </w:rPr>
        <w:t xml:space="preserve"> </w:t>
      </w:r>
    </w:p>
    <w:p w14:paraId="0C557603" w14:textId="1A843256" w:rsidR="00FB565A" w:rsidRPr="00F4008F" w:rsidRDefault="00FB565A" w:rsidP="00FB565A">
      <w:pPr>
        <w:pStyle w:val="Text1-1"/>
        <w:rPr>
          <w:lang w:eastAsia="cs-CZ"/>
        </w:rPr>
      </w:pPr>
      <w:r w:rsidRPr="00712DA6">
        <w:rPr>
          <w:lang w:eastAsia="cs-CZ"/>
        </w:rPr>
        <w:t xml:space="preserve">Kupní cena bude Kupujícím uhrazena na základě </w:t>
      </w:r>
      <w:r w:rsidR="00106B57" w:rsidRPr="00712DA6">
        <w:rPr>
          <w:lang w:eastAsia="cs-CZ"/>
        </w:rPr>
        <w:t>Výzvy k úhradě (</w:t>
      </w:r>
      <w:r w:rsidRPr="00712DA6">
        <w:rPr>
          <w:lang w:eastAsia="cs-CZ"/>
        </w:rPr>
        <w:t>daňového dokladu</w:t>
      </w:r>
      <w:r w:rsidR="00106B57" w:rsidRPr="00712DA6">
        <w:rPr>
          <w:lang w:eastAsia="cs-CZ"/>
        </w:rPr>
        <w:t xml:space="preserve"> - </w:t>
      </w:r>
      <w:r w:rsidRPr="00712DA6">
        <w:rPr>
          <w:lang w:eastAsia="cs-CZ"/>
        </w:rPr>
        <w:t>faktury) vystavené Prodávajícím se 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w:t>
      </w:r>
      <w:r w:rsidRPr="00DA78CD">
        <w:lastRenderedPageBreak/>
        <w:t xml:space="preserve">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62E14917" w:rsidR="00454369" w:rsidRDefault="00F24489" w:rsidP="00F24489">
      <w:pPr>
        <w:pStyle w:val="Text1-1"/>
      </w:pPr>
      <w:r w:rsidRPr="00F97DBD">
        <w:t xml:space="preserve">Místo </w:t>
      </w:r>
      <w:r w:rsidR="00454369">
        <w:t xml:space="preserve">dodání je: </w:t>
      </w:r>
      <w:r w:rsidR="00CE2FCC">
        <w:t>M</w:t>
      </w:r>
      <w:r w:rsidR="00121A98">
        <w:t>echanizační středisko</w:t>
      </w:r>
      <w:r w:rsidR="00CE2FCC">
        <w:t xml:space="preserve"> Olomouc</w:t>
      </w:r>
      <w:r w:rsidR="00121A98">
        <w:t xml:space="preserve"> (MES Olomouc)</w:t>
      </w:r>
      <w:r w:rsidR="00CE2FCC">
        <w:t xml:space="preserve">, pracoviště Šumperk, Uničovská 2645/1, </w:t>
      </w:r>
      <w:r w:rsidR="00121A98" w:rsidRPr="00121A98">
        <w:t xml:space="preserve">PSČ </w:t>
      </w:r>
      <w:r w:rsidR="00CE2FCC" w:rsidRPr="00121A98">
        <w:t>787</w:t>
      </w:r>
      <w:r w:rsidR="00121A98" w:rsidRPr="00121A98">
        <w:t xml:space="preserve"> 01</w:t>
      </w:r>
      <w:r w:rsidR="00121A98">
        <w:t xml:space="preserve"> (</w:t>
      </w:r>
      <w:r w:rsidR="0020654C">
        <w:t>GPS</w:t>
      </w:r>
      <w:r w:rsidR="00121A98">
        <w:t xml:space="preserve"> souřadnice</w:t>
      </w:r>
      <w:r w:rsidR="0020654C">
        <w:t>: 49.9604061N, 16.9804822E</w:t>
      </w:r>
      <w:r w:rsidR="00121A98">
        <w:t>)</w:t>
      </w:r>
      <w:r w:rsidR="00E225E9">
        <w:t>.</w:t>
      </w:r>
    </w:p>
    <w:p w14:paraId="2AAB0962" w14:textId="14A3D5AA" w:rsidR="00F24489" w:rsidRPr="006D2AC8" w:rsidRDefault="00454369" w:rsidP="00F24489">
      <w:pPr>
        <w:pStyle w:val="Text1-1"/>
        <w:rPr>
          <w:b/>
          <w:bCs/>
        </w:rPr>
      </w:pPr>
      <w:r>
        <w:t>Předmět koupě bude dodán v termínu: nejpozději do</w:t>
      </w:r>
      <w:r w:rsidR="00E225E9">
        <w:t xml:space="preserve"> </w:t>
      </w:r>
      <w:r w:rsidR="00E67662" w:rsidRPr="006D2AC8">
        <w:rPr>
          <w:b/>
          <w:bCs/>
        </w:rPr>
        <w:t>31</w:t>
      </w:r>
      <w:r w:rsidR="00712DA6" w:rsidRPr="006D2AC8">
        <w:rPr>
          <w:b/>
          <w:bCs/>
        </w:rPr>
        <w:t>.</w:t>
      </w:r>
      <w:r w:rsidR="00961656" w:rsidRPr="006D2AC8">
        <w:rPr>
          <w:b/>
          <w:bCs/>
        </w:rPr>
        <w:t xml:space="preserve"> </w:t>
      </w:r>
      <w:r w:rsidR="00712DA6" w:rsidRPr="006D2AC8">
        <w:rPr>
          <w:b/>
          <w:bCs/>
        </w:rPr>
        <w:t>10. 2024</w:t>
      </w:r>
      <w:r w:rsidR="00E225E9" w:rsidRPr="006D2AC8">
        <w:rPr>
          <w:b/>
          <w:bCs/>
        </w:rPr>
        <w:t>.</w:t>
      </w:r>
    </w:p>
    <w:p w14:paraId="355BFEBF" w14:textId="6EE43796" w:rsidR="00454369" w:rsidRDefault="00454369" w:rsidP="00F24489">
      <w:pPr>
        <w:pStyle w:val="Text1-1"/>
      </w:pPr>
      <w:r w:rsidRPr="00712DA6">
        <w:rPr>
          <w:rFonts w:eastAsia="Times New Roman" w:cs="Times New Roman"/>
          <w:lang w:eastAsia="cs-CZ"/>
        </w:rPr>
        <w:t xml:space="preserve">Prodávající se zavazuje avizovat dodávku Předmětu koupě nejpozději </w:t>
      </w:r>
      <w:r w:rsidR="00712DA6" w:rsidRPr="00712DA6">
        <w:rPr>
          <w:rFonts w:eastAsia="Times New Roman" w:cs="Times New Roman"/>
          <w:lang w:eastAsia="cs-CZ"/>
        </w:rPr>
        <w:t>2</w:t>
      </w:r>
      <w:r w:rsidRPr="00712DA6">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20654C" w:rsidRDefault="00454369" w:rsidP="00F34FAC">
      <w:pPr>
        <w:pStyle w:val="Text1-1"/>
      </w:pPr>
      <w:r w:rsidRPr="0020654C">
        <w:t>Kupující nevyžaduje pojištění</w:t>
      </w:r>
      <w:r w:rsidR="00FB1BA8" w:rsidRPr="0020654C">
        <w:t>.</w:t>
      </w:r>
    </w:p>
    <w:p w14:paraId="3F7FE46F" w14:textId="77777777" w:rsidR="00F34FAC" w:rsidRPr="0020654C" w:rsidRDefault="00454369" w:rsidP="00F34FAC">
      <w:pPr>
        <w:pStyle w:val="Text1-1"/>
      </w:pPr>
      <w:r w:rsidRPr="0020654C">
        <w:t xml:space="preserve">Kupující nevyžaduje speciální balení. </w:t>
      </w:r>
    </w:p>
    <w:p w14:paraId="4F5C9EAA" w14:textId="3A874C63" w:rsidR="00F34FAC" w:rsidRPr="0020654C" w:rsidRDefault="00A53FCB" w:rsidP="00F34FAC">
      <w:pPr>
        <w:pStyle w:val="Text1-1"/>
      </w:pPr>
      <w:bookmarkStart w:id="0" w:name="_Hlk161322717"/>
      <w:r w:rsidRPr="0020654C">
        <w:t>Vratný obalový materiál tvoří</w:t>
      </w:r>
      <w:bookmarkEnd w:id="0"/>
      <w:r w:rsidR="0020654C" w:rsidRPr="0020654C">
        <w:t>: bez vratného materiálu</w:t>
      </w:r>
    </w:p>
    <w:p w14:paraId="41B996A5" w14:textId="0A9549E4" w:rsidR="00A53FCB" w:rsidRPr="0020654C" w:rsidRDefault="00A53FCB" w:rsidP="005511D6">
      <w:pPr>
        <w:pStyle w:val="Text1-1"/>
      </w:pPr>
      <w:r w:rsidRPr="0020654C">
        <w:t>Kupující 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499988E7" w:rsidR="00A53FCB" w:rsidRDefault="00A53FCB" w:rsidP="00A53FCB">
      <w:pPr>
        <w:pStyle w:val="Text1-2"/>
      </w:pPr>
      <w:r>
        <w:t>Dodací list</w:t>
      </w:r>
      <w:r w:rsidR="00712DA6">
        <w:t>.</w:t>
      </w:r>
    </w:p>
    <w:p w14:paraId="30308DDA" w14:textId="5A37E3C1" w:rsidR="00A53FCB" w:rsidRPr="000D04BF" w:rsidRDefault="00712DA6" w:rsidP="00A53FCB">
      <w:pPr>
        <w:pStyle w:val="Text1-2"/>
      </w:pPr>
      <w:r w:rsidRPr="000D04BF">
        <w:t>Z</w:t>
      </w:r>
      <w:r w:rsidR="005E749E">
        <w:t>á</w:t>
      </w:r>
      <w:r w:rsidRPr="000D04BF">
        <w:t>ruční list.</w:t>
      </w:r>
    </w:p>
    <w:p w14:paraId="54FECE25" w14:textId="27F9228A" w:rsidR="00A53FCB" w:rsidRPr="000D04BF" w:rsidRDefault="00712DA6" w:rsidP="00A53FCB">
      <w:pPr>
        <w:pStyle w:val="Text1-2"/>
      </w:pPr>
      <w:r w:rsidRPr="000D04BF">
        <w:t>Prohlášení o shodě dodávaného výrobku nebo doklady o jakosti výrobku a použitých materiálů a součástí.</w:t>
      </w:r>
    </w:p>
    <w:p w14:paraId="742494C8" w14:textId="172F55EB" w:rsidR="00712DA6" w:rsidRPr="000D04BF" w:rsidRDefault="00712DA6" w:rsidP="00A53FCB">
      <w:pPr>
        <w:pStyle w:val="Text1-2"/>
      </w:pPr>
      <w:r w:rsidRPr="000D04BF">
        <w:t>Návod k použití, údržbě a obsluze stroje.</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Pr="00712DA6" w:rsidRDefault="00A53FCB" w:rsidP="00A771A6">
      <w:pPr>
        <w:pStyle w:val="Text1-1"/>
      </w:pPr>
      <w:r w:rsidRPr="00712DA6">
        <w:t xml:space="preserve">Záruční doba činí </w:t>
      </w:r>
      <w:r w:rsidRPr="00712DA6">
        <w:rPr>
          <w:b/>
          <w:bCs/>
        </w:rPr>
        <w:t>24</w:t>
      </w:r>
      <w:r w:rsidRPr="00712DA6">
        <w:t xml:space="preserve"> měsíců.</w:t>
      </w:r>
    </w:p>
    <w:p w14:paraId="3B501842" w14:textId="77777777" w:rsidR="00A771A6" w:rsidRPr="00712DA6" w:rsidRDefault="00A771A6" w:rsidP="00A771A6">
      <w:pPr>
        <w:pStyle w:val="Text1-1"/>
      </w:pPr>
      <w:bookmarkStart w:id="1" w:name="_Hlk161322988"/>
      <w:r w:rsidRPr="00712DA6">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Pr="00712DA6" w:rsidRDefault="00A771A6" w:rsidP="00A771A6">
      <w:pPr>
        <w:pStyle w:val="Text1-1"/>
      </w:pPr>
      <w:r w:rsidRPr="00712DA6">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1"/>
      <w:r w:rsidRPr="00712DA6">
        <w:t>.</w:t>
      </w:r>
    </w:p>
    <w:p w14:paraId="263D04DB" w14:textId="6BFAA30A" w:rsidR="00F24489" w:rsidRPr="00FE6762" w:rsidRDefault="00FB1BA8" w:rsidP="00214C3E">
      <w:pPr>
        <w:pStyle w:val="Nadpis1-1"/>
      </w:pPr>
      <w:r>
        <w:lastRenderedPageBreak/>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480D4222" w:rsidR="007C34D3" w:rsidRPr="0020654C"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sidRPr="0020654C">
        <w:rPr>
          <w:rFonts w:eastAsia="Times New Roman" w:cs="Times New Roman"/>
          <w:lang w:eastAsia="cs-CZ"/>
        </w:rPr>
        <w:t xml:space="preserve">Kupujícího: </w:t>
      </w:r>
      <w:bookmarkStart w:id="2" w:name="_Hlk141698837"/>
      <w:r w:rsidRPr="0020654C">
        <w:rPr>
          <w:rFonts w:eastAsia="Times New Roman" w:cs="Times New Roman"/>
          <w:lang w:eastAsia="cs-CZ"/>
        </w:rPr>
        <w:tab/>
      </w:r>
      <w:r w:rsidR="00712DA6" w:rsidRPr="0020654C">
        <w:t>Ing. Martin Plesník</w:t>
      </w:r>
      <w:r w:rsidRPr="0020654C">
        <w:rPr>
          <w:rFonts w:eastAsia="Times New Roman" w:cs="Times New Roman"/>
          <w:lang w:eastAsia="cs-CZ"/>
        </w:rPr>
        <w:t xml:space="preserve"> </w:t>
      </w:r>
      <w:bookmarkEnd w:id="2"/>
    </w:p>
    <w:p w14:paraId="32A6E452" w14:textId="1F154BF7" w:rsidR="007C34D3" w:rsidRDefault="007C34D3" w:rsidP="007C34D3">
      <w:pPr>
        <w:spacing w:after="80" w:line="276" w:lineRule="auto"/>
        <w:ind w:left="1701" w:firstLine="709"/>
        <w:jc w:val="both"/>
        <w:rPr>
          <w:rStyle w:val="Hypertextovodkaz"/>
          <w:rFonts w:eastAsia="Times New Roman" w:cs="Times New Roman"/>
          <w:lang w:eastAsia="cs-CZ"/>
        </w:rPr>
      </w:pPr>
      <w:r w:rsidRPr="0020654C">
        <w:rPr>
          <w:rFonts w:eastAsia="Times New Roman" w:cs="Times New Roman"/>
          <w:lang w:eastAsia="cs-CZ"/>
        </w:rPr>
        <w:t xml:space="preserve">tel. </w:t>
      </w:r>
      <w:r w:rsidRPr="0020654C">
        <w:t>+420</w:t>
      </w:r>
      <w:r w:rsidR="00712DA6" w:rsidRPr="0020654C">
        <w:t> 606 686</w:t>
      </w:r>
      <w:r w:rsidRPr="0020654C">
        <w:t xml:space="preserve"> </w:t>
      </w:r>
      <w:r w:rsidR="00712DA6" w:rsidRPr="0020654C">
        <w:t>022</w:t>
      </w:r>
      <w:r w:rsidRPr="0020654C">
        <w:rPr>
          <w:rFonts w:eastAsia="Times New Roman" w:cs="Times New Roman"/>
          <w:lang w:eastAsia="cs-CZ"/>
        </w:rPr>
        <w:t xml:space="preserve">, email: </w:t>
      </w:r>
      <w:hyperlink r:id="rId13" w:history="1">
        <w:r w:rsidR="00712DA6" w:rsidRPr="0020654C">
          <w:rPr>
            <w:rStyle w:val="Hypertextovodkaz"/>
            <w:rFonts w:eastAsia="Times New Roman" w:cs="Times New Roman"/>
            <w:noProof w:val="0"/>
            <w:lang w:eastAsia="cs-CZ"/>
          </w:rPr>
          <w:t>Plesnik@spravazeleznic.cz</w:t>
        </w:r>
      </w:hyperlink>
      <w:r w:rsidR="00712DA6">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75F7E069"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bodu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1C0C2755" w14:textId="77777777" w:rsidR="00EF429D" w:rsidRPr="00121A98" w:rsidRDefault="00EF429D" w:rsidP="00EF429D">
      <w:pPr>
        <w:pStyle w:val="Text1-1"/>
        <w:numPr>
          <w:ilvl w:val="1"/>
          <w:numId w:val="5"/>
        </w:numPr>
        <w:rPr>
          <w:lang w:eastAsia="cs-CZ"/>
        </w:rPr>
      </w:pPr>
      <w:r w:rsidRPr="00121A98">
        <w:rPr>
          <w:lang w:eastAsia="cs-CZ"/>
        </w:rPr>
        <w:t>Servisní středisko Prodávajícího pro účely servisu a oprav Předmětu Koupě:</w:t>
      </w:r>
    </w:p>
    <w:p w14:paraId="194DB2E3" w14:textId="77777777" w:rsidR="00EF429D" w:rsidRPr="00734695" w:rsidRDefault="00EF429D" w:rsidP="00EF429D">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34695">
        <w:rPr>
          <w:rFonts w:eastAsia="Times New Roman" w:cs="Times New Roman"/>
          <w:lang w:eastAsia="cs-CZ"/>
        </w:rPr>
        <w:t xml:space="preserve">Název provozovny prodávajícího: </w:t>
      </w:r>
      <w:r w:rsidRPr="00734695">
        <w:rPr>
          <w:highlight w:val="yellow"/>
        </w:rPr>
        <w:t>"[VLOŽÍ PRODÁVAJÍCÍ]"</w:t>
      </w:r>
      <w:r w:rsidRPr="00734695">
        <w:rPr>
          <w:rFonts w:eastAsia="Times New Roman" w:cs="Times New Roman"/>
          <w:lang w:eastAsia="cs-CZ"/>
        </w:rPr>
        <w:t xml:space="preserve"> </w:t>
      </w:r>
    </w:p>
    <w:p w14:paraId="54D45B1F" w14:textId="77777777" w:rsidR="00EF429D" w:rsidRPr="00734695" w:rsidRDefault="00EF429D" w:rsidP="00EF429D">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34695">
        <w:rPr>
          <w:rFonts w:eastAsia="Times New Roman" w:cs="Times New Roman"/>
          <w:lang w:eastAsia="cs-CZ"/>
        </w:rPr>
        <w:t xml:space="preserve">Adresa: </w:t>
      </w:r>
      <w:r w:rsidRPr="00734695">
        <w:rPr>
          <w:highlight w:val="yellow"/>
        </w:rPr>
        <w:t>"[VLOŽÍ PRODÁVAJÍCÍ]"</w:t>
      </w:r>
      <w:r w:rsidRPr="00734695">
        <w:rPr>
          <w:rFonts w:eastAsia="Times New Roman" w:cs="Times New Roman"/>
          <w:lang w:eastAsia="cs-CZ"/>
        </w:rPr>
        <w:t xml:space="preserve"> </w:t>
      </w:r>
    </w:p>
    <w:p w14:paraId="71B897FD" w14:textId="77777777" w:rsidR="00EF429D" w:rsidRDefault="00EF429D" w:rsidP="00EF429D">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34695">
        <w:rPr>
          <w:rFonts w:eastAsia="Times New Roman" w:cs="Times New Roman"/>
          <w:lang w:eastAsia="cs-CZ"/>
        </w:rPr>
        <w:t xml:space="preserve">GPS: </w:t>
      </w:r>
      <w:r w:rsidRPr="00734695">
        <w:rPr>
          <w:highlight w:val="yellow"/>
        </w:rPr>
        <w:t>"[VLOŽÍ PRODÁVAJÍCÍ]"</w:t>
      </w:r>
      <w:r w:rsidRPr="00A024D7">
        <w:rPr>
          <w:rFonts w:eastAsia="Times New Roman" w:cs="Times New Roman"/>
          <w:lang w:eastAsia="cs-CZ"/>
        </w:rPr>
        <w:t xml:space="preserve"> </w:t>
      </w:r>
      <w:r>
        <w:rPr>
          <w:rFonts w:eastAsia="Times New Roman" w:cs="Times New Roman"/>
          <w:lang w:eastAsia="cs-CZ"/>
        </w:rPr>
        <w:t xml:space="preserve"> </w:t>
      </w:r>
    </w:p>
    <w:p w14:paraId="3AE846AC" w14:textId="1DBC5461" w:rsidR="00F34FAC" w:rsidRPr="00EF429D" w:rsidRDefault="00EF429D" w:rsidP="00EF429D">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(dále jen „Místo opravy“).</w:t>
      </w:r>
    </w:p>
    <w:p w14:paraId="761E12E9" w14:textId="65D2EB81" w:rsidR="00F34FAC" w:rsidRPr="00712DA6" w:rsidRDefault="00712DA6" w:rsidP="00F34FAC">
      <w:pPr>
        <w:pStyle w:val="Text1-1"/>
      </w:pPr>
      <w:r w:rsidRPr="00712DA6">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5E4DB2">
        <w:lastRenderedPageBreak/>
        <w:t>Kupující</w:t>
      </w:r>
      <w:r w:rsidRPr="005E4DB2">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20654C" w:rsidRDefault="00A771A6" w:rsidP="00A771A6">
      <w:pPr>
        <w:pStyle w:val="Text1-1"/>
      </w:pPr>
      <w:bookmarkStart w:id="3" w:name="_Hlk161323266"/>
      <w:r w:rsidRPr="0020654C">
        <w:rPr>
          <w:rFonts w:eastAsia="Times New Roman" w:cs="Times New Roman"/>
        </w:rPr>
        <w:t>Prodávající</w:t>
      </w:r>
      <w:r w:rsidRPr="0020654C">
        <w:t xml:space="preserve"> </w:t>
      </w:r>
      <w:r w:rsidRPr="0020654C">
        <w:rPr>
          <w:rFonts w:eastAsia="Times New Roman" w:cs="Times New Roman"/>
        </w:rPr>
        <w:t>má</w:t>
      </w:r>
      <w:r w:rsidRPr="0020654C">
        <w:t xml:space="preserve"> výše uvedené dokumenty k dispozici na webových stránkách: </w:t>
      </w:r>
      <w:r w:rsidRPr="0020654C">
        <w:rPr>
          <w:highlight w:val="yellow"/>
        </w:rPr>
        <w:t>[doplní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lastRenderedPageBreak/>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lastRenderedPageBreak/>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w:t>
      </w:r>
      <w:r w:rsidRPr="00516813">
        <w:lastRenderedPageBreak/>
        <w:t xml:space="preserve">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385C6B" w:rsidRDefault="00214C3E" w:rsidP="00214C3E">
            <w:pPr>
              <w:pStyle w:val="Textbezslovn"/>
            </w:pPr>
            <w:r w:rsidRPr="00385C6B">
              <w:fldChar w:fldCharType="begin"/>
            </w:r>
            <w:r w:rsidRPr="00385C6B">
              <w:instrText xml:space="preserve"> HYPERLINK  \l "Annex02" </w:instrText>
            </w:r>
            <w:r w:rsidRPr="00385C6B">
              <w:fldChar w:fldCharType="separate"/>
            </w:r>
            <w:r w:rsidRPr="00385C6B">
              <w:rPr>
                <w:rStyle w:val="Hypertextovodkaz"/>
                <w:rFonts w:cs="Calibri"/>
                <w:color w:val="auto"/>
              </w:rPr>
              <w:t>Příloha č. 2</w:t>
            </w:r>
            <w:bookmarkEnd w:id="8"/>
            <w:r w:rsidRPr="00385C6B">
              <w:fldChar w:fldCharType="end"/>
            </w:r>
            <w:r w:rsidRPr="00385C6B">
              <w:t>:</w:t>
            </w:r>
          </w:p>
        </w:tc>
        <w:tc>
          <w:tcPr>
            <w:tcW w:w="2969" w:type="pct"/>
          </w:tcPr>
          <w:p w14:paraId="7E2DE6AE" w14:textId="08373926" w:rsidR="00214C3E" w:rsidRPr="00385C6B" w:rsidRDefault="001E44D1" w:rsidP="001E44D1">
            <w:pPr>
              <w:pStyle w:val="Textbezslovn"/>
              <w:ind w:hanging="136"/>
            </w:pPr>
            <w:r w:rsidRPr="00385C6B">
              <w:t>Specifikace předmětu koupě</w:t>
            </w:r>
            <w:r w:rsidR="00214C3E" w:rsidRPr="00385C6B">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385C6B" w:rsidRDefault="00214C3E" w:rsidP="00214C3E">
            <w:pPr>
              <w:pStyle w:val="Textbezslovn"/>
            </w:pPr>
            <w:r w:rsidRPr="00385C6B">
              <w:fldChar w:fldCharType="begin"/>
            </w:r>
            <w:r w:rsidRPr="00385C6B">
              <w:instrText xml:space="preserve"> HYPERLINK  \l "Annex04" </w:instrText>
            </w:r>
            <w:r w:rsidRPr="00385C6B">
              <w:fldChar w:fldCharType="separate"/>
            </w:r>
            <w:r w:rsidRPr="00385C6B">
              <w:rPr>
                <w:rStyle w:val="Hypertextovodkaz"/>
                <w:rFonts w:cs="Calibri"/>
                <w:color w:val="auto"/>
              </w:rPr>
              <w:t xml:space="preserve">Příloha č. </w:t>
            </w:r>
            <w:r w:rsidR="001E44D1" w:rsidRPr="00385C6B">
              <w:rPr>
                <w:rStyle w:val="Hypertextovodkaz"/>
                <w:rFonts w:cs="Calibri"/>
                <w:color w:val="auto"/>
              </w:rPr>
              <w:t>3</w:t>
            </w:r>
            <w:bookmarkEnd w:id="9"/>
            <w:r w:rsidRPr="00385C6B">
              <w:fldChar w:fldCharType="end"/>
            </w:r>
            <w:r w:rsidRPr="00385C6B">
              <w:t>:</w:t>
            </w:r>
          </w:p>
        </w:tc>
        <w:tc>
          <w:tcPr>
            <w:tcW w:w="2969" w:type="pct"/>
          </w:tcPr>
          <w:p w14:paraId="025B7BE9" w14:textId="7522F812" w:rsidR="00214C3E" w:rsidRPr="00385C6B" w:rsidRDefault="00385C6B" w:rsidP="000D2628">
            <w:pPr>
              <w:pStyle w:val="Textbezslovn"/>
              <w:ind w:hanging="136"/>
            </w:pPr>
            <w:r w:rsidRPr="00385C6B">
              <w:t>neobsazeno</w:t>
            </w:r>
          </w:p>
        </w:tc>
      </w:tr>
      <w:tr w:rsidR="001E44D1" w:rsidRPr="00F97DBD" w14:paraId="086497E9" w14:textId="77777777" w:rsidTr="009032FF">
        <w:trPr>
          <w:jc w:val="center"/>
        </w:trPr>
        <w:tc>
          <w:tcPr>
            <w:tcW w:w="2031" w:type="pct"/>
          </w:tcPr>
          <w:p w14:paraId="32F3AFE8" w14:textId="725A0EAF" w:rsidR="001E44D1" w:rsidRPr="00385C6B" w:rsidRDefault="006D2AC8" w:rsidP="001E44D1">
            <w:pPr>
              <w:pStyle w:val="Textbezslovn"/>
            </w:pPr>
            <w:hyperlink w:anchor="Annex04" w:history="1">
              <w:r w:rsidR="001E44D1" w:rsidRPr="00385C6B">
                <w:rPr>
                  <w:rStyle w:val="Hypertextovodkaz"/>
                  <w:rFonts w:cs="Calibri"/>
                  <w:color w:val="auto"/>
                </w:rPr>
                <w:t>Příloha č. 4</w:t>
              </w:r>
            </w:hyperlink>
            <w:r w:rsidR="001E44D1" w:rsidRPr="00385C6B">
              <w:t>:</w:t>
            </w:r>
          </w:p>
        </w:tc>
        <w:tc>
          <w:tcPr>
            <w:tcW w:w="2969" w:type="pct"/>
          </w:tcPr>
          <w:p w14:paraId="49B03817" w14:textId="53BF3531" w:rsidR="001E44D1" w:rsidRPr="00385C6B" w:rsidRDefault="001E44D1" w:rsidP="001E44D1">
            <w:pPr>
              <w:pStyle w:val="Textbezslovn"/>
              <w:ind w:hanging="136"/>
            </w:pPr>
            <w:r w:rsidRPr="00385C6B">
              <w:t xml:space="preserve">Seznam poddodavatelů </w:t>
            </w:r>
          </w:p>
        </w:tc>
      </w:tr>
      <w:bookmarkStart w:id="10" w:name="ListAnnex05"/>
      <w:tr w:rsidR="001E44D1" w:rsidRPr="00F97DBD" w14:paraId="7F332280" w14:textId="77777777" w:rsidTr="009032FF">
        <w:trPr>
          <w:jc w:val="center"/>
        </w:trPr>
        <w:tc>
          <w:tcPr>
            <w:tcW w:w="2031" w:type="pct"/>
          </w:tcPr>
          <w:p w14:paraId="33BCA3B9" w14:textId="77777777" w:rsidR="001E44D1" w:rsidRPr="00385C6B" w:rsidRDefault="001E44D1" w:rsidP="001E44D1">
            <w:pPr>
              <w:pStyle w:val="Textbezslovn"/>
            </w:pPr>
            <w:r w:rsidRPr="00385C6B">
              <w:fldChar w:fldCharType="begin"/>
            </w:r>
            <w:r w:rsidRPr="00385C6B">
              <w:instrText xml:space="preserve"> HYPERLINK  \l "Annex05" </w:instrText>
            </w:r>
            <w:r w:rsidRPr="00385C6B">
              <w:fldChar w:fldCharType="separate"/>
            </w:r>
            <w:r w:rsidRPr="00385C6B">
              <w:rPr>
                <w:rStyle w:val="Hypertextovodkaz"/>
                <w:rFonts w:cs="Calibri"/>
                <w:color w:val="auto"/>
              </w:rPr>
              <w:t>Příloha č. 5</w:t>
            </w:r>
            <w:bookmarkEnd w:id="10"/>
            <w:r w:rsidRPr="00385C6B">
              <w:fldChar w:fldCharType="end"/>
            </w:r>
            <w:r w:rsidRPr="00385C6B">
              <w:t>:</w:t>
            </w:r>
          </w:p>
        </w:tc>
        <w:tc>
          <w:tcPr>
            <w:tcW w:w="2969" w:type="pct"/>
          </w:tcPr>
          <w:p w14:paraId="66E1CAEF" w14:textId="6306B9E9" w:rsidR="001E44D1" w:rsidRPr="00385C6B" w:rsidRDefault="001E44D1" w:rsidP="001E44D1">
            <w:pPr>
              <w:pStyle w:val="Textbezslovn"/>
              <w:ind w:hanging="136"/>
            </w:pPr>
            <w:r w:rsidRPr="00385C6B">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rPr>
          <w:rFonts w:ascii="Verdana" w:hAnsi="Verdana" w:cstheme="minorHAnsi"/>
        </w:rPr>
      </w:pPr>
      <w:r w:rsidRPr="00843429">
        <w:rPr>
          <w:rFonts w:ascii="Verdana" w:hAnsi="Verdana" w:cstheme="minorHAnsi"/>
          <w:highlight w:val="lightGray"/>
        </w:rPr>
        <w:t>Tato Smlouva byla uveřejněna prostřednictvím registru smluv dne …………………</w:t>
      </w:r>
    </w:p>
    <w:p w14:paraId="0B841D07" w14:textId="77777777" w:rsidR="00385C6B" w:rsidRDefault="00385C6B" w:rsidP="00106B57">
      <w:pPr>
        <w:suppressAutoHyphens/>
        <w:spacing w:before="120"/>
        <w:jc w:val="both"/>
      </w:pP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Default="001E44D1" w:rsidP="001E44D1">
      <w:pPr>
        <w:pStyle w:val="Odstavec1-1a"/>
        <w:numPr>
          <w:ilvl w:val="0"/>
          <w:numId w:val="0"/>
        </w:numPr>
        <w:ind w:left="1077" w:hanging="1077"/>
        <w:jc w:val="left"/>
        <w:rPr>
          <w:bCs/>
        </w:rPr>
      </w:pPr>
      <w:r w:rsidRPr="00FC5F72">
        <w:rPr>
          <w:bCs/>
          <w:highlight w:val="lightGray"/>
        </w:rPr>
        <w:t>"[VLOŽÍ KUPUJÍCÍ]"</w:t>
      </w:r>
    </w:p>
    <w:p w14:paraId="6175A55A" w14:textId="77777777" w:rsidR="00091B96" w:rsidRPr="00935FE2" w:rsidRDefault="00091B96" w:rsidP="001E44D1">
      <w:pPr>
        <w:pStyle w:val="Odstavec1-1a"/>
        <w:numPr>
          <w:ilvl w:val="0"/>
          <w:numId w:val="0"/>
        </w:numPr>
        <w:ind w:left="1077" w:hanging="1077"/>
        <w:jc w:val="left"/>
      </w:pP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1D7604DE" w14:textId="77777777" w:rsidR="00ED29F1" w:rsidRDefault="001E44D1" w:rsidP="001E44D1">
      <w:pPr>
        <w:pStyle w:val="Tabulka"/>
        <w:rPr>
          <w:rFonts w:ascii="Verdana" w:eastAsia="Verdana" w:hAnsi="Verdana" w:cs="Times New Roman"/>
          <w:b/>
          <w:bCs/>
        </w:r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05C16B60" w14:textId="77777777" w:rsidR="00091B96" w:rsidRDefault="00091B96" w:rsidP="001E44D1">
      <w:pPr>
        <w:pStyle w:val="Tabulka"/>
        <w:rPr>
          <w:rFonts w:ascii="Verdana" w:eastAsia="Verdana" w:hAnsi="Verdana" w:cs="Times New Roman"/>
          <w:b/>
          <w:bCs/>
        </w:rPr>
      </w:pPr>
    </w:p>
    <w:p w14:paraId="46BC8CF6" w14:textId="6990FC25" w:rsidR="00091B96" w:rsidRDefault="00091B96" w:rsidP="001E44D1">
      <w:pPr>
        <w:pStyle w:val="Tabulka"/>
        <w:sectPr w:rsidR="00091B96" w:rsidSect="004E70C8">
          <w:footerReference w:type="default" r:id="rId23"/>
          <w:pgSz w:w="11906" w:h="16838" w:code="9"/>
          <w:pgMar w:top="1417" w:right="1417" w:bottom="1417" w:left="1417" w:header="595" w:footer="624" w:gutter="652"/>
          <w:pgNumType w:start="1"/>
          <w:cols w:space="708"/>
          <w:docGrid w:linePitch="360"/>
        </w:sectPr>
      </w:pP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25546FAB"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AC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2DEF93AB" w:rsidR="00285E8B" w:rsidRPr="00E7415D" w:rsidRDefault="00285E8B" w:rsidP="00A15E97">
          <w:pPr>
            <w:pStyle w:val="Zpat0"/>
            <w:rPr>
              <w:b/>
            </w:rPr>
          </w:pPr>
          <w:r>
            <w:t>VZ 635</w:t>
          </w:r>
          <w:r w:rsidR="00712DA6">
            <w:t>24054</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44C2DF5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A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59EF0AAC" w:rsidR="00285E8B" w:rsidRDefault="001E44D1" w:rsidP="001E44D1">
          <w:pPr>
            <w:pStyle w:val="Zpat0"/>
          </w:pPr>
          <w:r>
            <w:t>VS 635</w:t>
          </w:r>
          <w:r w:rsidR="00091B96">
            <w:t>24054</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2067BD3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A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55EF5B14" w:rsidR="00285E8B" w:rsidRDefault="001E44D1" w:rsidP="001E44D1">
          <w:pPr>
            <w:pStyle w:val="Zpat0"/>
          </w:pPr>
          <w:r>
            <w:t>VS 635</w:t>
          </w:r>
          <w:r w:rsidR="00091B96">
            <w:t>24054</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4B81B6A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A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6B048E6C" w:rsidR="00285E8B" w:rsidRDefault="001E44D1" w:rsidP="001E44D1">
          <w:pPr>
            <w:pStyle w:val="Zpat0"/>
          </w:pPr>
          <w:r>
            <w:t>VS 635</w:t>
          </w:r>
          <w:r w:rsidR="00091B96">
            <w:t>24054</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4441672B"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A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7B0812BD" w:rsidR="001E44D1" w:rsidRDefault="001E44D1" w:rsidP="001E44D1">
          <w:pPr>
            <w:pStyle w:val="Zpat0"/>
          </w:pPr>
          <w:r>
            <w:t>VS 635</w:t>
          </w:r>
          <w:r w:rsidR="00091B96">
            <w:t>24054</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645"/>
    <w:rsid w:val="000719BB"/>
    <w:rsid w:val="00072572"/>
    <w:rsid w:val="00072A65"/>
    <w:rsid w:val="00072C1E"/>
    <w:rsid w:val="00084FB5"/>
    <w:rsid w:val="00091B96"/>
    <w:rsid w:val="000A2DC4"/>
    <w:rsid w:val="000B4EB8"/>
    <w:rsid w:val="000B5052"/>
    <w:rsid w:val="000B5DDD"/>
    <w:rsid w:val="000C41F2"/>
    <w:rsid w:val="000D04BF"/>
    <w:rsid w:val="000D22C4"/>
    <w:rsid w:val="000D2628"/>
    <w:rsid w:val="000D27D1"/>
    <w:rsid w:val="000E1A7F"/>
    <w:rsid w:val="0010127F"/>
    <w:rsid w:val="00102D47"/>
    <w:rsid w:val="00106B57"/>
    <w:rsid w:val="00112864"/>
    <w:rsid w:val="00114472"/>
    <w:rsid w:val="00114988"/>
    <w:rsid w:val="00115069"/>
    <w:rsid w:val="001150F2"/>
    <w:rsid w:val="00121A98"/>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654C"/>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85C6B"/>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675D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2393"/>
    <w:rsid w:val="005C56F4"/>
    <w:rsid w:val="005D3C39"/>
    <w:rsid w:val="005E4DB2"/>
    <w:rsid w:val="005E749E"/>
    <w:rsid w:val="005F0FB8"/>
    <w:rsid w:val="005F5FFB"/>
    <w:rsid w:val="00601A8C"/>
    <w:rsid w:val="0061068E"/>
    <w:rsid w:val="006115D3"/>
    <w:rsid w:val="00611DEA"/>
    <w:rsid w:val="00615D83"/>
    <w:rsid w:val="006314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2AC8"/>
    <w:rsid w:val="006D3D66"/>
    <w:rsid w:val="006E0578"/>
    <w:rsid w:val="006E314D"/>
    <w:rsid w:val="007068AA"/>
    <w:rsid w:val="00710723"/>
    <w:rsid w:val="00712DA6"/>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1656"/>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16722"/>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586A"/>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7E2"/>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CE2FCC"/>
    <w:rsid w:val="00CF5D5B"/>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5E9"/>
    <w:rsid w:val="00E22B1F"/>
    <w:rsid w:val="00E26D68"/>
    <w:rsid w:val="00E37701"/>
    <w:rsid w:val="00E44045"/>
    <w:rsid w:val="00E463D2"/>
    <w:rsid w:val="00E519F6"/>
    <w:rsid w:val="00E5542B"/>
    <w:rsid w:val="00E618C4"/>
    <w:rsid w:val="00E67662"/>
    <w:rsid w:val="00E70DF3"/>
    <w:rsid w:val="00E7415D"/>
    <w:rsid w:val="00E878EE"/>
    <w:rsid w:val="00E901A3"/>
    <w:rsid w:val="00E953EB"/>
    <w:rsid w:val="00E97C05"/>
    <w:rsid w:val="00EA5540"/>
    <w:rsid w:val="00EA585B"/>
    <w:rsid w:val="00EA6EC7"/>
    <w:rsid w:val="00EB104F"/>
    <w:rsid w:val="00EB46E5"/>
    <w:rsid w:val="00ED14BD"/>
    <w:rsid w:val="00ED29F1"/>
    <w:rsid w:val="00ED6359"/>
    <w:rsid w:val="00EF429D"/>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lesnik@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12</Pages>
  <Words>3519</Words>
  <Characters>20764</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Vítek Antonín, Ing.</cp:lastModifiedBy>
  <cp:revision>3</cp:revision>
  <cp:lastPrinted>2019-09-27T11:09:00Z</cp:lastPrinted>
  <dcterms:created xsi:type="dcterms:W3CDTF">2024-04-08T10:21:00Z</dcterms:created>
  <dcterms:modified xsi:type="dcterms:W3CDTF">2024-04-08T10:22:00Z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